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E74117">
        <w:rPr>
          <w:lang w:val="fr-BE"/>
        </w:rPr>
        <w:t xml:space="preserve">zichtbare </w:t>
      </w:r>
      <w:r>
        <w:rPr>
          <w:lang w:val="fr-BE"/>
        </w:rPr>
        <w:t xml:space="preserve">toevoer langs </w:t>
      </w:r>
      <w:r w:rsidR="00E74117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E74117">
        <w:rPr>
          <w:lang w:val="fr-BE"/>
        </w:rPr>
        <w:t>g</w:t>
      </w:r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954888">
        <w:t>langs boven</w:t>
      </w:r>
      <w:bookmarkStart w:id="1" w:name="_GoBack"/>
      <w:bookmarkEnd w:id="1"/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F46835" w:rsidRDefault="00F46835" w:rsidP="002F1A08"/>
    <w:p w:rsidR="00561520" w:rsidRDefault="00561520" w:rsidP="002F1A08"/>
    <w:p w:rsidR="00561520" w:rsidRDefault="00561520" w:rsidP="002F1A08"/>
    <w:p w:rsidR="00F46835" w:rsidRDefault="00F46835" w:rsidP="002F1A08"/>
    <w:p w:rsidR="00986630" w:rsidRDefault="00986630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986630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687A186" wp14:editId="7C4C9194">
            <wp:extent cx="2981325" cy="396373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4437" cy="396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1F2" w:rsidRDefault="007B01F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1F2" w:rsidRDefault="007B01F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1F2" w:rsidRDefault="007B01F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986630">
      <w:rPr>
        <w:rFonts w:ascii="Arial" w:hAnsi="Arial" w:cs="Arial"/>
        <w:b/>
        <w:szCs w:val="24"/>
        <w:lang w:val="fr-BE"/>
      </w:rPr>
      <w:t>van boven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1F2" w:rsidRDefault="007B01F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520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01F2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88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6630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4117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103641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3FDB689-3F5B-47DD-B63C-943710BC1A0D}"/>
</file>

<file path=customXml/itemProps2.xml><?xml version="1.0" encoding="utf-8"?>
<ds:datastoreItem xmlns:ds="http://schemas.openxmlformats.org/officeDocument/2006/customXml" ds:itemID="{F3014782-192D-40C9-80AB-D9B6517682D6}"/>
</file>

<file path=customXml/itemProps3.xml><?xml version="1.0" encoding="utf-8"?>
<ds:datastoreItem xmlns:ds="http://schemas.openxmlformats.org/officeDocument/2006/customXml" ds:itemID="{FE6A809A-C24F-401E-B21A-0AC78259227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22</TotalTime>
  <Pages>2</Pages>
  <Words>220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